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D9885B3" w14:textId="60701AAF" w:rsidR="00CF0EF4" w:rsidRPr="00E337D2" w:rsidRDefault="00E337D2" w:rsidP="00CF0EF4">
          <w:pPr>
            <w:pStyle w:val="Tituldatum"/>
          </w:pPr>
          <w:r w:rsidRPr="00E337D2">
            <w:rPr>
              <w:rStyle w:val="Nzevakce"/>
            </w:rPr>
            <w:t>Prostá rekonstrukce trati v úseku Milotice nad Opavou – Brantice – 2.etapa</w:t>
          </w:r>
        </w:p>
      </w:sdtContent>
    </w:sdt>
    <w:p w14:paraId="1F4DF374" w14:textId="77777777" w:rsidR="00826B7B" w:rsidRPr="001A6281" w:rsidRDefault="00826B7B" w:rsidP="006C2343">
      <w:pPr>
        <w:pStyle w:val="Titul2"/>
      </w:pPr>
    </w:p>
    <w:p w14:paraId="0C81714D" w14:textId="77777777" w:rsidR="00826B7B" w:rsidRPr="00E337D2" w:rsidRDefault="00826B7B" w:rsidP="006C2343">
      <w:pPr>
        <w:pStyle w:val="Titul2"/>
      </w:pPr>
    </w:p>
    <w:p w14:paraId="5CE44760" w14:textId="77777777" w:rsidR="000008ED" w:rsidRPr="00E337D2" w:rsidRDefault="000008ED" w:rsidP="006C2343">
      <w:pPr>
        <w:pStyle w:val="Tituldatum"/>
      </w:pPr>
    </w:p>
    <w:p w14:paraId="3C9314C1" w14:textId="77777777" w:rsidR="00C90F19" w:rsidRPr="00E337D2" w:rsidRDefault="00C90F19" w:rsidP="006C2343">
      <w:pPr>
        <w:pStyle w:val="Tituldatum"/>
      </w:pPr>
    </w:p>
    <w:p w14:paraId="718FF2A6" w14:textId="66481E32" w:rsidR="00826B7B" w:rsidRPr="006C2343" w:rsidRDefault="006C2343" w:rsidP="006C2343">
      <w:pPr>
        <w:pStyle w:val="Tituldatum"/>
      </w:pPr>
      <w:r w:rsidRPr="00E337D2">
        <w:t xml:space="preserve">Datum vydání: </w:t>
      </w:r>
      <w:r w:rsidRPr="00E337D2">
        <w:tab/>
      </w:r>
      <w:r w:rsidR="00E337D2" w:rsidRPr="001A6281">
        <w:t>22</w:t>
      </w:r>
      <w:r w:rsidRPr="001A6281">
        <w:t xml:space="preserve">. </w:t>
      </w:r>
      <w:r w:rsidR="00E337D2" w:rsidRPr="001A6281">
        <w:t>5</w:t>
      </w:r>
      <w:r w:rsidRPr="001A6281">
        <w:t>. 20</w:t>
      </w:r>
      <w:r w:rsidR="00A616BE" w:rsidRPr="001A6281">
        <w:t>2</w:t>
      </w:r>
      <w:r w:rsidR="00E337D2" w:rsidRPr="001A6281">
        <w:t>5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020EE8D2" w14:textId="3316531A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10674EE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095BB35B" w14:textId="4032BB21" w:rsidR="008673F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0026013" w:history="1">
        <w:r w:rsidR="008673FA" w:rsidRPr="00240D0A">
          <w:rPr>
            <w:rStyle w:val="Hypertextovodkaz"/>
          </w:rPr>
          <w:t>SEZNAM ZKRATEK</w:t>
        </w:r>
        <w:r w:rsidR="008673FA">
          <w:rPr>
            <w:noProof/>
            <w:webHidden/>
          </w:rPr>
          <w:tab/>
        </w:r>
        <w:r w:rsidR="008673FA">
          <w:rPr>
            <w:noProof/>
            <w:webHidden/>
          </w:rPr>
          <w:fldChar w:fldCharType="begin"/>
        </w:r>
        <w:r w:rsidR="008673FA">
          <w:rPr>
            <w:noProof/>
            <w:webHidden/>
          </w:rPr>
          <w:instrText xml:space="preserve"> PAGEREF _Toc200026013 \h </w:instrText>
        </w:r>
        <w:r w:rsidR="008673FA">
          <w:rPr>
            <w:noProof/>
            <w:webHidden/>
          </w:rPr>
        </w:r>
        <w:r w:rsidR="008673FA">
          <w:rPr>
            <w:noProof/>
            <w:webHidden/>
          </w:rPr>
          <w:fldChar w:fldCharType="separate"/>
        </w:r>
        <w:r w:rsidR="008673FA">
          <w:rPr>
            <w:noProof/>
            <w:webHidden/>
          </w:rPr>
          <w:t>2</w:t>
        </w:r>
        <w:r w:rsidR="008673FA">
          <w:rPr>
            <w:noProof/>
            <w:webHidden/>
          </w:rPr>
          <w:fldChar w:fldCharType="end"/>
        </w:r>
      </w:hyperlink>
    </w:p>
    <w:p w14:paraId="1DFC69D3" w14:textId="7365A30C" w:rsidR="008673FA" w:rsidRDefault="008673F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4" w:history="1">
        <w:r w:rsidRPr="00240D0A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748D3B" w14:textId="0457763E" w:rsidR="008673FA" w:rsidRDefault="008673F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5" w:history="1">
        <w:r w:rsidRPr="00240D0A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5AF882" w14:textId="02DB9F07" w:rsidR="008673FA" w:rsidRDefault="008673F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6" w:history="1">
        <w:r w:rsidRPr="00240D0A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FC789B" w14:textId="135B558B" w:rsidR="008673FA" w:rsidRDefault="008673F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7" w:history="1">
        <w:r w:rsidRPr="00240D0A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ABA2EF" w14:textId="0881B621" w:rsidR="008673FA" w:rsidRDefault="008673F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8" w:history="1">
        <w:r w:rsidRPr="00240D0A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966F63" w14:textId="4FCC80E6" w:rsidR="008673FA" w:rsidRDefault="008673F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19" w:history="1">
        <w:r w:rsidRPr="00240D0A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3BE428" w14:textId="75DB542D" w:rsidR="008673FA" w:rsidRDefault="008673F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0026020" w:history="1">
        <w:r w:rsidRPr="00240D0A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40D0A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_Toc200026020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02ACBF68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200026013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200026014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200026015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200026016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200026017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200026018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DB0666F" w14:textId="11FEC336" w:rsidR="008673FA" w:rsidRDefault="008673FA" w:rsidP="005E07BA">
      <w:pPr>
        <w:pStyle w:val="Text2-1"/>
      </w:pPr>
      <w:r>
        <w:t>Neobsazeno.</w:t>
      </w:r>
    </w:p>
    <w:p w14:paraId="18E36BF6" w14:textId="2E3977A9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>.</w:t>
      </w:r>
    </w:p>
    <w:p w14:paraId="1EC03043" w14:textId="77777777" w:rsidR="005E07BA" w:rsidRDefault="005E07BA" w:rsidP="005E07BA">
      <w:pPr>
        <w:pStyle w:val="Nadpis2-1"/>
      </w:pPr>
      <w:bookmarkStart w:id="12" w:name="_Toc200026019"/>
      <w:bookmarkStart w:id="13" w:name="_Hlk158618724"/>
      <w:r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200026020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73E79BA1" w:rsidR="004345E8" w:rsidRPr="00E337D2" w:rsidRDefault="00D734A0" w:rsidP="004345E8">
          <w:pPr>
            <w:pStyle w:val="Zpatvlevo"/>
            <w:rPr>
              <w:b/>
              <w:bCs/>
            </w:rPr>
          </w:pPr>
          <w:r w:rsidRPr="00E337D2">
            <w:rPr>
              <w:b/>
              <w:bCs/>
            </w:rPr>
            <w:fldChar w:fldCharType="begin"/>
          </w:r>
          <w:r w:rsidRPr="00E337D2">
            <w:rPr>
              <w:b/>
              <w:bCs/>
            </w:rPr>
            <w:instrText xml:space="preserve"> STYLEREF  _Název_akce  \* MERGEFORMAT </w:instrText>
          </w:r>
          <w:r w:rsidRPr="00E337D2">
            <w:rPr>
              <w:b/>
              <w:bCs/>
            </w:rPr>
            <w:fldChar w:fldCharType="separate"/>
          </w:r>
          <w:r w:rsidR="00736441">
            <w:rPr>
              <w:b/>
              <w:bCs/>
              <w:noProof/>
            </w:rPr>
            <w:t>Prostá rekonstrukce trati v úseku Milotice nad Opavou – Brantice – 2.etapa</w:t>
          </w:r>
          <w:r w:rsidRPr="00E337D2">
            <w:rPr>
              <w:b/>
              <w:bCs/>
              <w:noProof/>
            </w:rPr>
            <w:fldChar w:fldCharType="end"/>
          </w:r>
        </w:p>
        <w:p w14:paraId="3A0BC762" w14:textId="77777777" w:rsidR="00E337D2" w:rsidRDefault="00E337D2" w:rsidP="00E337D2">
          <w:pPr>
            <w:pStyle w:val="Zpatvpravo"/>
            <w:jc w:val="left"/>
          </w:pPr>
          <w:r>
            <w:t xml:space="preserve">Díl 4_1 Zadávací dokumentace </w:t>
          </w:r>
        </w:p>
        <w:p w14:paraId="2F414F59" w14:textId="70ECDC28" w:rsidR="004345E8" w:rsidRPr="003462EB" w:rsidRDefault="00E337D2" w:rsidP="00E337D2">
          <w:pPr>
            <w:pStyle w:val="Zpatvlevo"/>
          </w:pPr>
          <w:r>
            <w:t>Komentář k soupisu prací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433832C7" w:rsidR="004345E8" w:rsidRPr="00E337D2" w:rsidRDefault="00D734A0" w:rsidP="004345E8">
          <w:pPr>
            <w:pStyle w:val="Zpatvpravo"/>
            <w:rPr>
              <w:b/>
              <w:bCs/>
            </w:rPr>
          </w:pPr>
          <w:r w:rsidRPr="00E337D2">
            <w:rPr>
              <w:b/>
              <w:bCs/>
            </w:rPr>
            <w:fldChar w:fldCharType="begin"/>
          </w:r>
          <w:r w:rsidRPr="00E337D2">
            <w:rPr>
              <w:b/>
              <w:bCs/>
            </w:rPr>
            <w:instrText xml:space="preserve"> STYLEREF  _Název_akce  \* MERGEFORMAT </w:instrText>
          </w:r>
          <w:r w:rsidRPr="00E337D2">
            <w:rPr>
              <w:b/>
              <w:bCs/>
            </w:rPr>
            <w:fldChar w:fldCharType="separate"/>
          </w:r>
          <w:r w:rsidR="00736441">
            <w:rPr>
              <w:b/>
              <w:bCs/>
              <w:noProof/>
            </w:rPr>
            <w:t>Prostá rekonstrukce trati v úseku Milotice nad Opavou – Brantice – 2.etapa</w:t>
          </w:r>
          <w:r w:rsidRPr="00E337D2">
            <w:rPr>
              <w:b/>
              <w:bCs/>
              <w:noProof/>
            </w:rPr>
            <w:fldChar w:fldCharType="end"/>
          </w:r>
        </w:p>
        <w:p w14:paraId="4DB13075" w14:textId="1FBC7753" w:rsidR="00E337D2" w:rsidRDefault="00E337D2" w:rsidP="004345E8">
          <w:pPr>
            <w:pStyle w:val="Zpatvpravo"/>
          </w:pPr>
          <w:r>
            <w:t xml:space="preserve">Díl 4_1 Zadávací dokumentace </w:t>
          </w:r>
        </w:p>
        <w:p w14:paraId="36FAFF47" w14:textId="52381DDA" w:rsidR="004345E8" w:rsidRPr="003462EB" w:rsidRDefault="00E337D2" w:rsidP="00E337D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Komentář k soupisu prací 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DE94B" w14:textId="5511A7C5" w:rsidR="008673FA" w:rsidRDefault="008673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23322066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19D1DDAE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362119">
    <w:abstractNumId w:val="3"/>
  </w:num>
  <w:num w:numId="2" w16cid:durableId="1831870203">
    <w:abstractNumId w:val="1"/>
  </w:num>
  <w:num w:numId="3" w16cid:durableId="280184525">
    <w:abstractNumId w:val="8"/>
  </w:num>
  <w:num w:numId="4" w16cid:durableId="1265767119">
    <w:abstractNumId w:val="4"/>
  </w:num>
  <w:num w:numId="5" w16cid:durableId="822702895">
    <w:abstractNumId w:val="10"/>
  </w:num>
  <w:num w:numId="6" w16cid:durableId="1687247177">
    <w:abstractNumId w:val="5"/>
  </w:num>
  <w:num w:numId="7" w16cid:durableId="2111511515">
    <w:abstractNumId w:val="6"/>
  </w:num>
  <w:num w:numId="8" w16cid:durableId="851719472">
    <w:abstractNumId w:val="7"/>
  </w:num>
  <w:num w:numId="9" w16cid:durableId="535970358">
    <w:abstractNumId w:val="0"/>
  </w:num>
  <w:num w:numId="10" w16cid:durableId="1123041909">
    <w:abstractNumId w:val="2"/>
  </w:num>
  <w:num w:numId="11" w16cid:durableId="680275461">
    <w:abstractNumId w:val="9"/>
  </w:num>
  <w:num w:numId="12" w16cid:durableId="1032728605">
    <w:abstractNumId w:val="0"/>
  </w:num>
  <w:num w:numId="13" w16cid:durableId="962272199">
    <w:abstractNumId w:val="2"/>
  </w:num>
  <w:num w:numId="14" w16cid:durableId="27339929">
    <w:abstractNumId w:val="2"/>
  </w:num>
  <w:num w:numId="15" w16cid:durableId="1024333027">
    <w:abstractNumId w:val="5"/>
  </w:num>
  <w:num w:numId="16" w16cid:durableId="1803571889">
    <w:abstractNumId w:val="5"/>
  </w:num>
  <w:num w:numId="17" w16cid:durableId="1394306952">
    <w:abstractNumId w:val="5"/>
  </w:num>
  <w:num w:numId="18" w16cid:durableId="1386760761">
    <w:abstractNumId w:val="5"/>
  </w:num>
  <w:num w:numId="19" w16cid:durableId="1103889016">
    <w:abstractNumId w:val="6"/>
  </w:num>
  <w:num w:numId="20" w16cid:durableId="1280724960">
    <w:abstractNumId w:val="6"/>
  </w:num>
  <w:num w:numId="21" w16cid:durableId="1894392451">
    <w:abstractNumId w:val="6"/>
  </w:num>
  <w:num w:numId="22" w16cid:durableId="46998182">
    <w:abstractNumId w:val="6"/>
  </w:num>
  <w:num w:numId="23" w16cid:durableId="1862470086">
    <w:abstractNumId w:val="7"/>
  </w:num>
  <w:num w:numId="24" w16cid:durableId="754086928">
    <w:abstractNumId w:val="0"/>
  </w:num>
  <w:num w:numId="25" w16cid:durableId="758058466">
    <w:abstractNumId w:val="0"/>
  </w:num>
  <w:num w:numId="26" w16cid:durableId="738753390">
    <w:abstractNumId w:val="2"/>
  </w:num>
  <w:num w:numId="27" w16cid:durableId="907308218">
    <w:abstractNumId w:val="2"/>
  </w:num>
  <w:num w:numId="28" w16cid:durableId="796996817">
    <w:abstractNumId w:val="9"/>
  </w:num>
  <w:num w:numId="29" w16cid:durableId="1458719962">
    <w:abstractNumId w:val="0"/>
  </w:num>
  <w:num w:numId="30" w16cid:durableId="1907378067">
    <w:abstractNumId w:val="2"/>
  </w:num>
  <w:num w:numId="31" w16cid:durableId="742683415">
    <w:abstractNumId w:val="2"/>
  </w:num>
  <w:num w:numId="32" w16cid:durableId="2143305404">
    <w:abstractNumId w:val="5"/>
  </w:num>
  <w:num w:numId="33" w16cid:durableId="795024969">
    <w:abstractNumId w:val="5"/>
  </w:num>
  <w:num w:numId="34" w16cid:durableId="608708103">
    <w:abstractNumId w:val="5"/>
  </w:num>
  <w:num w:numId="35" w16cid:durableId="1944531921">
    <w:abstractNumId w:val="5"/>
  </w:num>
  <w:num w:numId="36" w16cid:durableId="299503529">
    <w:abstractNumId w:val="6"/>
  </w:num>
  <w:num w:numId="37" w16cid:durableId="1291474422">
    <w:abstractNumId w:val="6"/>
  </w:num>
  <w:num w:numId="38" w16cid:durableId="1797215054">
    <w:abstractNumId w:val="6"/>
  </w:num>
  <w:num w:numId="39" w16cid:durableId="690688271">
    <w:abstractNumId w:val="6"/>
  </w:num>
  <w:num w:numId="40" w16cid:durableId="1726484657">
    <w:abstractNumId w:val="7"/>
  </w:num>
  <w:num w:numId="41" w16cid:durableId="782044264">
    <w:abstractNumId w:val="0"/>
  </w:num>
  <w:num w:numId="42" w16cid:durableId="264459699">
    <w:abstractNumId w:val="0"/>
  </w:num>
  <w:num w:numId="43" w16cid:durableId="1020474260">
    <w:abstractNumId w:val="2"/>
  </w:num>
  <w:num w:numId="44" w16cid:durableId="665239">
    <w:abstractNumId w:val="2"/>
  </w:num>
  <w:num w:numId="45" w16cid:durableId="572472454">
    <w:abstractNumId w:val="9"/>
  </w:num>
  <w:num w:numId="46" w16cid:durableId="1961565144">
    <w:abstractNumId w:val="9"/>
  </w:num>
  <w:num w:numId="47" w16cid:durableId="1768040224">
    <w:abstractNumId w:val="2"/>
  </w:num>
  <w:num w:numId="48" w16cid:durableId="1039551302">
    <w:abstractNumId w:val="9"/>
  </w:num>
  <w:num w:numId="49" w16cid:durableId="104171403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A6281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97502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303DC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44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673FA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61E29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337D2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150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97502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B80990"/>
    <w:rsid w:val="00BC3BBB"/>
    <w:rsid w:val="00D43789"/>
    <w:rsid w:val="00D61E29"/>
    <w:rsid w:val="00D85C97"/>
    <w:rsid w:val="00D91BE3"/>
    <w:rsid w:val="00E11787"/>
    <w:rsid w:val="00E8590D"/>
    <w:rsid w:val="00ED6F8E"/>
    <w:rsid w:val="00F86150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A5A5AE-68AC-4874-AB5E-8F1600661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26</TotalTime>
  <Pages>5</Pages>
  <Words>1241</Words>
  <Characters>7326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Bauerová Pavlína</cp:lastModifiedBy>
  <cp:revision>7</cp:revision>
  <cp:lastPrinted>2024-02-15T08:46:00Z</cp:lastPrinted>
  <dcterms:created xsi:type="dcterms:W3CDTF">2024-02-15T08:33:00Z</dcterms:created>
  <dcterms:modified xsi:type="dcterms:W3CDTF">2025-06-13T06:53:00Z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